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307D" w14:textId="557AFDFC" w:rsidR="00416376" w:rsidRPr="00BC5DF6" w:rsidRDefault="00A45E40" w:rsidP="002B115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B081249" wp14:editId="11468CB1">
                <wp:simplePos x="0" y="0"/>
                <wp:positionH relativeFrom="margin">
                  <wp:posOffset>-250190</wp:posOffset>
                </wp:positionH>
                <wp:positionV relativeFrom="paragraph">
                  <wp:posOffset>-218552</wp:posOffset>
                </wp:positionV>
                <wp:extent cx="9372600" cy="299085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72600" cy="299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624AD" w14:textId="77777777" w:rsidR="002763E9" w:rsidRPr="00D50B4B" w:rsidRDefault="002763E9" w:rsidP="002763E9">
                            <w:pPr>
                              <w:pStyle w:val="BasicParagraph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50B4B">
                              <w:rPr>
                                <w:rFonts w:ascii="Open Sans" w:hAnsi="Open Sans" w:cs="Open Sans"/>
                                <w:b/>
                                <w:bCs/>
                                <w:sz w:val="36"/>
                                <w:szCs w:val="36"/>
                              </w:rPr>
                              <w:t>This is to certify that</w:t>
                            </w:r>
                          </w:p>
                          <w:p w14:paraId="5F09C0D6" w14:textId="77777777" w:rsidR="002763E9" w:rsidRPr="00D50B4B" w:rsidRDefault="002763E9" w:rsidP="002763E9">
                            <w:pPr>
                              <w:pStyle w:val="BasicParagraph"/>
                              <w:pBdr>
                                <w:bottom w:val="single" w:sz="6" w:space="1" w:color="auto"/>
                              </w:pBdr>
                              <w:spacing w:before="170"/>
                              <w:jc w:val="center"/>
                              <w:rPr>
                                <w:rFonts w:ascii="Open Sans" w:hAnsi="Open Sans" w:cs="Open Sans"/>
                                <w:bCs/>
                                <w:color w:val="auto"/>
                                <w:sz w:val="60"/>
                                <w:szCs w:val="44"/>
                              </w:rPr>
                            </w:pPr>
                            <w:r w:rsidRPr="00D50B4B">
                              <w:rPr>
                                <w:rFonts w:ascii="Open Sans" w:hAnsi="Open Sans" w:cs="Open Sans"/>
                                <w:bCs/>
                                <w:color w:val="auto"/>
                                <w:sz w:val="60"/>
                                <w:szCs w:val="44"/>
                              </w:rPr>
                              <w:t>XXXX</w:t>
                            </w:r>
                          </w:p>
                          <w:p w14:paraId="1437B03B" w14:textId="77777777" w:rsidR="002763E9" w:rsidRPr="00D50B4B" w:rsidRDefault="002763E9" w:rsidP="002763E9">
                            <w:pPr>
                              <w:pStyle w:val="BasicParagraph"/>
                              <w:spacing w:before="300"/>
                              <w:jc w:val="center"/>
                              <w:rPr>
                                <w:rFonts w:ascii="Open Sans" w:hAnsi="Open Sans" w:cs="Open Sans"/>
                                <w:bCs/>
                                <w:sz w:val="32"/>
                                <w:szCs w:val="32"/>
                              </w:rPr>
                            </w:pPr>
                            <w:r w:rsidRPr="00D50B4B">
                              <w:rPr>
                                <w:rFonts w:ascii="Open Sans" w:hAnsi="Open Sans" w:cs="Open Sans"/>
                                <w:bCs/>
                                <w:sz w:val="32"/>
                                <w:szCs w:val="32"/>
                              </w:rPr>
                              <w:t xml:space="preserve">has successfully completed the </w:t>
                            </w:r>
                          </w:p>
                          <w:p w14:paraId="37707CC9" w14:textId="3DD82272" w:rsidR="002763E9" w:rsidRPr="00D50B4B" w:rsidRDefault="002763E9" w:rsidP="002763E9">
                            <w:pPr>
                              <w:pStyle w:val="BasicParagraph"/>
                              <w:spacing w:before="300"/>
                              <w:jc w:val="center"/>
                              <w:rPr>
                                <w:rFonts w:ascii="Montserrat" w:hAnsi="Montserrat" w:cs="Arial-BoldMT"/>
                                <w:b/>
                                <w:sz w:val="56"/>
                                <w:szCs w:val="58"/>
                              </w:rPr>
                            </w:pPr>
                            <w:r w:rsidRPr="00D50B4B">
                              <w:rPr>
                                <w:rFonts w:ascii="Montserrat" w:hAnsi="Montserrat" w:cs="Arial-BoldMT"/>
                                <w:b/>
                                <w:color w:val="C00000"/>
                                <w:sz w:val="56"/>
                                <w:szCs w:val="58"/>
                              </w:rPr>
                              <w:t>Community Engagement and Accountability</w:t>
                            </w:r>
                            <w:r w:rsidR="00722634">
                              <w:rPr>
                                <w:rFonts w:ascii="Montserrat" w:hAnsi="Montserrat" w:cs="Arial-BoldMT"/>
                                <w:b/>
                                <w:color w:val="C00000"/>
                                <w:sz w:val="56"/>
                                <w:szCs w:val="58"/>
                              </w:rPr>
                              <w:t xml:space="preserve"> IN Emergencies</w:t>
                            </w:r>
                            <w:r w:rsidRPr="00D50B4B">
                              <w:rPr>
                                <w:rFonts w:ascii="Montserrat" w:hAnsi="Montserrat" w:cs="Arial-BoldMT"/>
                                <w:b/>
                                <w:color w:val="C00000"/>
                                <w:sz w:val="56"/>
                                <w:szCs w:val="58"/>
                              </w:rPr>
                              <w:t xml:space="preserve"> (CEA) Training</w:t>
                            </w:r>
                          </w:p>
                          <w:p w14:paraId="716FEB15" w14:textId="77777777" w:rsidR="002763E9" w:rsidRPr="00BC5DF6" w:rsidRDefault="002763E9" w:rsidP="002763E9">
                            <w:pPr>
                              <w:shd w:val="clear" w:color="auto" w:fill="FFFFFF"/>
                              <w:spacing w:line="36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22222"/>
                                <w:sz w:val="22"/>
                                <w:szCs w:val="22"/>
                              </w:rPr>
                            </w:pPr>
                          </w:p>
                          <w:p w14:paraId="6D9A6A14" w14:textId="77777777" w:rsidR="002763E9" w:rsidRPr="000F2ECB" w:rsidRDefault="002763E9" w:rsidP="002763E9">
                            <w:pPr>
                              <w:pStyle w:val="BasicParagraph"/>
                              <w:pBdr>
                                <w:bottom w:val="single" w:sz="6" w:space="1" w:color="auto"/>
                              </w:pBdr>
                              <w:spacing w:before="57"/>
                              <w:jc w:val="center"/>
                              <w:rPr>
                                <w:rFonts w:ascii="Arial" w:hAnsi="Arial" w:cs="ArialMT"/>
                                <w:sz w:val="20"/>
                                <w:szCs w:val="20"/>
                              </w:rPr>
                            </w:pPr>
                          </w:p>
                          <w:p w14:paraId="57E47F5E" w14:textId="77777777" w:rsidR="002763E9" w:rsidRPr="000F2ECB" w:rsidRDefault="002763E9" w:rsidP="002763E9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-ItalicMT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3F72DF5" w14:textId="77777777" w:rsidR="002763E9" w:rsidRPr="000F2ECB" w:rsidRDefault="002763E9" w:rsidP="002763E9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14:paraId="6CAB1706" w14:textId="77777777" w:rsidR="002763E9" w:rsidRDefault="002763E9" w:rsidP="002763E9"/>
                          <w:p w14:paraId="7A9F274E" w14:textId="77777777" w:rsidR="002763E9" w:rsidRDefault="002763E9" w:rsidP="002763E9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08124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19.7pt;margin-top:-17.2pt;width:738pt;height:235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" filled="f" stroked="f">
                <v:path arrowok="t"/>
                <v:textbox inset=",7.2pt,,7.2pt">
                  <w:txbxContent>
                    <w:p w14:paraId="149624AD" w14:textId="77777777" w:rsidR="002763E9" w:rsidRPr="00D50B4B" w:rsidRDefault="002763E9" w:rsidP="002763E9">
                      <w:pPr>
                        <w:pStyle w:val="BasicParagraph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36"/>
                          <w:szCs w:val="36"/>
                        </w:rPr>
                      </w:pPr>
                      <w:r w:rsidRPr="00D50B4B">
                        <w:rPr>
                          <w:rFonts w:ascii="Open Sans" w:hAnsi="Open Sans" w:cs="Open Sans"/>
                          <w:b/>
                          <w:bCs/>
                          <w:sz w:val="36"/>
                          <w:szCs w:val="36"/>
                        </w:rPr>
                        <w:t>This is to certify that</w:t>
                      </w:r>
                    </w:p>
                    <w:p w14:paraId="5F09C0D6" w14:textId="77777777" w:rsidR="002763E9" w:rsidRPr="00D50B4B" w:rsidRDefault="002763E9" w:rsidP="002763E9">
                      <w:pPr>
                        <w:pStyle w:val="BasicParagraph"/>
                        <w:pBdr>
                          <w:bottom w:val="single" w:sz="6" w:space="1" w:color="auto"/>
                        </w:pBdr>
                        <w:spacing w:before="170"/>
                        <w:jc w:val="center"/>
                        <w:rPr>
                          <w:rFonts w:ascii="Open Sans" w:hAnsi="Open Sans" w:cs="Open Sans"/>
                          <w:bCs/>
                          <w:color w:val="auto"/>
                          <w:sz w:val="60"/>
                          <w:szCs w:val="44"/>
                        </w:rPr>
                      </w:pPr>
                      <w:r w:rsidRPr="00D50B4B">
                        <w:rPr>
                          <w:rFonts w:ascii="Open Sans" w:hAnsi="Open Sans" w:cs="Open Sans"/>
                          <w:bCs/>
                          <w:color w:val="auto"/>
                          <w:sz w:val="60"/>
                          <w:szCs w:val="44"/>
                        </w:rPr>
                        <w:t>XXXX</w:t>
                      </w:r>
                    </w:p>
                    <w:p w14:paraId="1437B03B" w14:textId="77777777" w:rsidR="002763E9" w:rsidRPr="00D50B4B" w:rsidRDefault="002763E9" w:rsidP="002763E9">
                      <w:pPr>
                        <w:pStyle w:val="BasicParagraph"/>
                        <w:spacing w:before="300"/>
                        <w:jc w:val="center"/>
                        <w:rPr>
                          <w:rFonts w:ascii="Open Sans" w:hAnsi="Open Sans" w:cs="Open Sans"/>
                          <w:bCs/>
                          <w:sz w:val="32"/>
                          <w:szCs w:val="32"/>
                        </w:rPr>
                      </w:pPr>
                      <w:r w:rsidRPr="00D50B4B">
                        <w:rPr>
                          <w:rFonts w:ascii="Open Sans" w:hAnsi="Open Sans" w:cs="Open Sans"/>
                          <w:bCs/>
                          <w:sz w:val="32"/>
                          <w:szCs w:val="32"/>
                        </w:rPr>
                        <w:t xml:space="preserve">has successfully completed the </w:t>
                      </w:r>
                    </w:p>
                    <w:p w14:paraId="37707CC9" w14:textId="3DD82272" w:rsidR="002763E9" w:rsidRPr="00D50B4B" w:rsidRDefault="002763E9" w:rsidP="002763E9">
                      <w:pPr>
                        <w:pStyle w:val="BasicParagraph"/>
                        <w:spacing w:before="300"/>
                        <w:jc w:val="center"/>
                        <w:rPr>
                          <w:rFonts w:ascii="Montserrat" w:hAnsi="Montserrat" w:cs="Arial-BoldMT"/>
                          <w:b/>
                          <w:sz w:val="56"/>
                          <w:szCs w:val="58"/>
                        </w:rPr>
                      </w:pPr>
                      <w:r w:rsidRPr="00D50B4B">
                        <w:rPr>
                          <w:rFonts w:ascii="Montserrat" w:hAnsi="Montserrat" w:cs="Arial-BoldMT"/>
                          <w:b/>
                          <w:color w:val="C00000"/>
                          <w:sz w:val="56"/>
                          <w:szCs w:val="58"/>
                        </w:rPr>
                        <w:t>Community Engagement and Accountability</w:t>
                      </w:r>
                      <w:r w:rsidR="00722634">
                        <w:rPr>
                          <w:rFonts w:ascii="Montserrat" w:hAnsi="Montserrat" w:cs="Arial-BoldMT"/>
                          <w:b/>
                          <w:color w:val="C00000"/>
                          <w:sz w:val="56"/>
                          <w:szCs w:val="58"/>
                        </w:rPr>
                        <w:t xml:space="preserve"> IN Emergencies</w:t>
                      </w:r>
                      <w:r w:rsidRPr="00D50B4B">
                        <w:rPr>
                          <w:rFonts w:ascii="Montserrat" w:hAnsi="Montserrat" w:cs="Arial-BoldMT"/>
                          <w:b/>
                          <w:color w:val="C00000"/>
                          <w:sz w:val="56"/>
                          <w:szCs w:val="58"/>
                        </w:rPr>
                        <w:t xml:space="preserve"> (CEA) Training</w:t>
                      </w:r>
                    </w:p>
                    <w:p w14:paraId="716FEB15" w14:textId="77777777" w:rsidR="002763E9" w:rsidRPr="00BC5DF6" w:rsidRDefault="002763E9" w:rsidP="002763E9">
                      <w:pPr>
                        <w:shd w:val="clear" w:color="auto" w:fill="FFFFFF"/>
                        <w:spacing w:line="360" w:lineRule="auto"/>
                        <w:jc w:val="center"/>
                        <w:rPr>
                          <w:rFonts w:ascii="Arial" w:eastAsia="Times New Roman" w:hAnsi="Arial" w:cs="Arial"/>
                          <w:color w:val="222222"/>
                          <w:sz w:val="22"/>
                          <w:szCs w:val="22"/>
                        </w:rPr>
                      </w:pPr>
                    </w:p>
                    <w:p w14:paraId="6D9A6A14" w14:textId="77777777" w:rsidR="002763E9" w:rsidRPr="000F2ECB" w:rsidRDefault="002763E9" w:rsidP="002763E9">
                      <w:pPr>
                        <w:pStyle w:val="BasicParagraph"/>
                        <w:pBdr>
                          <w:bottom w:val="single" w:sz="6" w:space="1" w:color="auto"/>
                        </w:pBdr>
                        <w:spacing w:before="57"/>
                        <w:jc w:val="center"/>
                        <w:rPr>
                          <w:rFonts w:ascii="Arial" w:hAnsi="Arial" w:cs="ArialMT"/>
                          <w:sz w:val="20"/>
                          <w:szCs w:val="20"/>
                        </w:rPr>
                      </w:pPr>
                    </w:p>
                    <w:p w14:paraId="57E47F5E" w14:textId="77777777" w:rsidR="002763E9" w:rsidRPr="000F2ECB" w:rsidRDefault="002763E9" w:rsidP="002763E9">
                      <w:pPr>
                        <w:pStyle w:val="BasicParagraph"/>
                        <w:jc w:val="center"/>
                        <w:rPr>
                          <w:rFonts w:ascii="Arial" w:hAnsi="Arial" w:cs="Arial-ItalicMT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73F72DF5" w14:textId="77777777" w:rsidR="002763E9" w:rsidRPr="000F2ECB" w:rsidRDefault="002763E9" w:rsidP="002763E9">
                      <w:pPr>
                        <w:rPr>
                          <w:rFonts w:ascii="Arial" w:hAnsi="Arial"/>
                        </w:rPr>
                      </w:pPr>
                    </w:p>
                    <w:p w14:paraId="6CAB1706" w14:textId="77777777" w:rsidR="002763E9" w:rsidRDefault="002763E9" w:rsidP="002763E9"/>
                    <w:p w14:paraId="7A9F274E" w14:textId="77777777" w:rsidR="002763E9" w:rsidRDefault="002763E9" w:rsidP="002763E9"/>
                  </w:txbxContent>
                </v:textbox>
                <w10:wrap anchorx="margin"/>
              </v:shape>
            </w:pict>
          </mc:Fallback>
        </mc:AlternateContent>
      </w:r>
      <w:r w:rsidR="00D50B4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9EB24F" wp14:editId="6055E259">
                <wp:simplePos x="0" y="0"/>
                <wp:positionH relativeFrom="column">
                  <wp:posOffset>5289177</wp:posOffset>
                </wp:positionH>
                <wp:positionV relativeFrom="paragraph">
                  <wp:posOffset>3092450</wp:posOffset>
                </wp:positionV>
                <wp:extent cx="3417570" cy="1828800"/>
                <wp:effectExtent l="0" t="0" r="0" b="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75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27411" w14:textId="0B06BFA6" w:rsidR="00D50B4B" w:rsidRPr="00D50B4B" w:rsidRDefault="00D50B4B" w:rsidP="00D50B4B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32"/>
                              </w:rPr>
                            </w:pPr>
                            <w:r w:rsidRPr="00D50B4B">
                              <w:rPr>
                                <w:rFonts w:ascii="Open Sans" w:hAnsi="Open Sans" w:cs="Open Sans"/>
                                <w:b/>
                                <w:sz w:val="32"/>
                                <w:szCs w:val="32"/>
                              </w:rPr>
                              <w:t xml:space="preserve">Name of </w:t>
                            </w:r>
                            <w:r w:rsidR="00A45E40">
                              <w:rPr>
                                <w:rFonts w:ascii="Open Sans" w:hAnsi="Open Sans" w:cs="Open Sans"/>
                                <w:b/>
                                <w:sz w:val="32"/>
                                <w:szCs w:val="32"/>
                              </w:rPr>
                              <w:t>senior person</w:t>
                            </w:r>
                          </w:p>
                          <w:p w14:paraId="3D3B9E52" w14:textId="77777777" w:rsidR="00D50B4B" w:rsidRPr="00D50B4B" w:rsidRDefault="00D50B4B" w:rsidP="00D50B4B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</w:p>
                          <w:p w14:paraId="33358A3B" w14:textId="77777777" w:rsidR="00D50B4B" w:rsidRPr="00D50B4B" w:rsidRDefault="00D50B4B" w:rsidP="00D50B4B">
                            <w:pPr>
                              <w:jc w:val="center"/>
                              <w:rPr>
                                <w:rFonts w:ascii="Open Sans" w:hAnsi="Open Sans" w:cs="Open Sans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D50B4B">
                              <w:rPr>
                                <w:rFonts w:ascii="Open Sans" w:hAnsi="Open Sans" w:cs="Open Sans"/>
                                <w:i/>
                                <w:iCs/>
                                <w:sz w:val="32"/>
                                <w:szCs w:val="32"/>
                              </w:rPr>
                              <w:t>signature</w:t>
                            </w:r>
                          </w:p>
                          <w:p w14:paraId="2804B621" w14:textId="77777777" w:rsidR="00D50B4B" w:rsidRPr="00D50B4B" w:rsidRDefault="00D50B4B" w:rsidP="00D50B4B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</w:p>
                          <w:p w14:paraId="57CBC868" w14:textId="77777777" w:rsidR="00D50B4B" w:rsidRPr="00D50B4B" w:rsidRDefault="00D50B4B" w:rsidP="00D50B4B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 w:rsidRPr="00D50B4B"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Job title and organization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EB24F" id="Text Box 16" o:spid="_x0000_s1027" type="#_x0000_t202" style="position:absolute;margin-left:416.45pt;margin-top:243.5pt;width:269.1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" filled="f" stroked="f">
                <v:path arrowok="t"/>
                <v:textbox inset=",7.2pt,,7.2pt">
                  <w:txbxContent>
                    <w:p w14:paraId="73527411" w14:textId="0B06BFA6" w:rsidR="00D50B4B" w:rsidRPr="00D50B4B" w:rsidRDefault="00D50B4B" w:rsidP="00D50B4B">
                      <w:pPr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32"/>
                        </w:rPr>
                      </w:pPr>
                      <w:r w:rsidRPr="00D50B4B">
                        <w:rPr>
                          <w:rFonts w:ascii="Open Sans" w:hAnsi="Open Sans" w:cs="Open Sans"/>
                          <w:b/>
                          <w:sz w:val="32"/>
                          <w:szCs w:val="32"/>
                        </w:rPr>
                        <w:t xml:space="preserve">Name of </w:t>
                      </w:r>
                      <w:r w:rsidR="00A45E40">
                        <w:rPr>
                          <w:rFonts w:ascii="Open Sans" w:hAnsi="Open Sans" w:cs="Open Sans"/>
                          <w:b/>
                          <w:sz w:val="32"/>
                          <w:szCs w:val="32"/>
                        </w:rPr>
                        <w:t>senior person</w:t>
                      </w:r>
                    </w:p>
                    <w:p w14:paraId="3D3B9E52" w14:textId="77777777" w:rsidR="00D50B4B" w:rsidRPr="00D50B4B" w:rsidRDefault="00D50B4B" w:rsidP="00D50B4B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</w:p>
                    <w:p w14:paraId="33358A3B" w14:textId="77777777" w:rsidR="00D50B4B" w:rsidRPr="00D50B4B" w:rsidRDefault="00D50B4B" w:rsidP="00D50B4B">
                      <w:pPr>
                        <w:jc w:val="center"/>
                        <w:rPr>
                          <w:rFonts w:ascii="Open Sans" w:hAnsi="Open Sans" w:cs="Open Sans"/>
                          <w:i/>
                          <w:iCs/>
                          <w:sz w:val="32"/>
                          <w:szCs w:val="32"/>
                        </w:rPr>
                      </w:pPr>
                      <w:r w:rsidRPr="00D50B4B">
                        <w:rPr>
                          <w:rFonts w:ascii="Open Sans" w:hAnsi="Open Sans" w:cs="Open Sans"/>
                          <w:i/>
                          <w:iCs/>
                          <w:sz w:val="32"/>
                          <w:szCs w:val="32"/>
                        </w:rPr>
                        <w:t>signature</w:t>
                      </w:r>
                    </w:p>
                    <w:p w14:paraId="2804B621" w14:textId="77777777" w:rsidR="00D50B4B" w:rsidRPr="00D50B4B" w:rsidRDefault="00D50B4B" w:rsidP="00D50B4B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</w:p>
                    <w:p w14:paraId="57CBC868" w14:textId="77777777" w:rsidR="00D50B4B" w:rsidRPr="00D50B4B" w:rsidRDefault="00D50B4B" w:rsidP="00D50B4B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 w:rsidRPr="00D50B4B"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Job title and organization</w:t>
                      </w:r>
                    </w:p>
                  </w:txbxContent>
                </v:textbox>
              </v:shape>
            </w:pict>
          </mc:Fallback>
        </mc:AlternateContent>
      </w:r>
      <w:r w:rsidR="00D50B4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4FBA26" wp14:editId="182936A6">
                <wp:simplePos x="0" y="0"/>
                <wp:positionH relativeFrom="column">
                  <wp:posOffset>-1905</wp:posOffset>
                </wp:positionH>
                <wp:positionV relativeFrom="paragraph">
                  <wp:posOffset>3089275</wp:posOffset>
                </wp:positionV>
                <wp:extent cx="3417570" cy="1828800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175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8949D" w14:textId="1BE66872" w:rsidR="002B1152" w:rsidRPr="00D50B4B" w:rsidRDefault="00D50B4B" w:rsidP="002B1152">
                            <w:pPr>
                              <w:jc w:val="center"/>
                              <w:rPr>
                                <w:rFonts w:ascii="Open Sans" w:hAnsi="Open Sans" w:cs="Open Sans"/>
                                <w:b/>
                                <w:sz w:val="32"/>
                                <w:szCs w:val="32"/>
                              </w:rPr>
                            </w:pPr>
                            <w:r w:rsidRPr="00D50B4B">
                              <w:rPr>
                                <w:rFonts w:ascii="Open Sans" w:hAnsi="Open Sans" w:cs="Open Sans"/>
                                <w:b/>
                                <w:sz w:val="32"/>
                                <w:szCs w:val="32"/>
                              </w:rPr>
                              <w:t>Name of facilitator</w:t>
                            </w:r>
                          </w:p>
                          <w:p w14:paraId="1BCA567B" w14:textId="77777777" w:rsidR="002B1152" w:rsidRPr="00D50B4B" w:rsidRDefault="002B1152" w:rsidP="002B1152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</w:p>
                          <w:p w14:paraId="3C646182" w14:textId="6CEB7C37" w:rsidR="002B1152" w:rsidRPr="00D50B4B" w:rsidRDefault="00D50B4B" w:rsidP="002B1152">
                            <w:pPr>
                              <w:jc w:val="center"/>
                              <w:rPr>
                                <w:rFonts w:ascii="Open Sans" w:hAnsi="Open Sans" w:cs="Open Sans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D50B4B">
                              <w:rPr>
                                <w:rFonts w:ascii="Open Sans" w:hAnsi="Open Sans" w:cs="Open Sans"/>
                                <w:i/>
                                <w:iCs/>
                                <w:sz w:val="32"/>
                                <w:szCs w:val="32"/>
                              </w:rPr>
                              <w:t>signature</w:t>
                            </w:r>
                          </w:p>
                          <w:p w14:paraId="71FD943C" w14:textId="77777777" w:rsidR="002B1152" w:rsidRPr="00D50B4B" w:rsidRDefault="002B1152" w:rsidP="002B1152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</w:p>
                          <w:p w14:paraId="586BC820" w14:textId="11C93A5D" w:rsidR="00FE3191" w:rsidRPr="00D50B4B" w:rsidRDefault="00D50B4B" w:rsidP="00FE3191">
                            <w:pPr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 w:rsidRPr="00D50B4B"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Job title and organization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FBA26" id="_x0000_s1028" type="#_x0000_t202" style="position:absolute;margin-left:-.15pt;margin-top:243.25pt;width:269.1pt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" filled="f" stroked="f">
                <v:path arrowok="t"/>
                <v:textbox inset=",7.2pt,,7.2pt">
                  <w:txbxContent>
                    <w:p w14:paraId="7CD8949D" w14:textId="1BE66872" w:rsidR="002B1152" w:rsidRPr="00D50B4B" w:rsidRDefault="00D50B4B" w:rsidP="002B1152">
                      <w:pPr>
                        <w:jc w:val="center"/>
                        <w:rPr>
                          <w:rFonts w:ascii="Open Sans" w:hAnsi="Open Sans" w:cs="Open Sans"/>
                          <w:b/>
                          <w:sz w:val="32"/>
                          <w:szCs w:val="32"/>
                        </w:rPr>
                      </w:pPr>
                      <w:r w:rsidRPr="00D50B4B">
                        <w:rPr>
                          <w:rFonts w:ascii="Open Sans" w:hAnsi="Open Sans" w:cs="Open Sans"/>
                          <w:b/>
                          <w:sz w:val="32"/>
                          <w:szCs w:val="32"/>
                        </w:rPr>
                        <w:t>Name of facilitator</w:t>
                      </w:r>
                    </w:p>
                    <w:p w14:paraId="1BCA567B" w14:textId="77777777" w:rsidR="002B1152" w:rsidRPr="00D50B4B" w:rsidRDefault="002B1152" w:rsidP="002B1152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</w:p>
                    <w:p w14:paraId="3C646182" w14:textId="6CEB7C37" w:rsidR="002B1152" w:rsidRPr="00D50B4B" w:rsidRDefault="00D50B4B" w:rsidP="002B1152">
                      <w:pPr>
                        <w:jc w:val="center"/>
                        <w:rPr>
                          <w:rFonts w:ascii="Open Sans" w:hAnsi="Open Sans" w:cs="Open Sans"/>
                          <w:i/>
                          <w:iCs/>
                          <w:sz w:val="32"/>
                          <w:szCs w:val="32"/>
                        </w:rPr>
                      </w:pPr>
                      <w:r w:rsidRPr="00D50B4B">
                        <w:rPr>
                          <w:rFonts w:ascii="Open Sans" w:hAnsi="Open Sans" w:cs="Open Sans"/>
                          <w:i/>
                          <w:iCs/>
                          <w:sz w:val="32"/>
                          <w:szCs w:val="32"/>
                        </w:rPr>
                        <w:t>signature</w:t>
                      </w:r>
                    </w:p>
                    <w:p w14:paraId="71FD943C" w14:textId="77777777" w:rsidR="002B1152" w:rsidRPr="00D50B4B" w:rsidRDefault="002B1152" w:rsidP="002B1152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</w:p>
                    <w:p w14:paraId="586BC820" w14:textId="11C93A5D" w:rsidR="00FE3191" w:rsidRPr="00D50B4B" w:rsidRDefault="00D50B4B" w:rsidP="00FE3191">
                      <w:pPr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 w:rsidRPr="00D50B4B"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Job title and organization</w:t>
                      </w:r>
                    </w:p>
                  </w:txbxContent>
                </v:textbox>
              </v:shape>
            </w:pict>
          </mc:Fallback>
        </mc:AlternateContent>
      </w:r>
      <w:r w:rsidR="00D50B4B"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63D0650" wp14:editId="1E282E0A">
                <wp:simplePos x="0" y="0"/>
                <wp:positionH relativeFrom="margin">
                  <wp:align>right</wp:align>
                </wp:positionH>
                <wp:positionV relativeFrom="paragraph">
                  <wp:posOffset>-5360035</wp:posOffset>
                </wp:positionV>
                <wp:extent cx="9372600" cy="2990850"/>
                <wp:effectExtent l="0" t="0" r="0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72600" cy="299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C352B" w14:textId="77777777" w:rsidR="008E0B95" w:rsidRPr="00922A35" w:rsidRDefault="008E0B95" w:rsidP="008E0B95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-BoldMT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22A35">
                              <w:rPr>
                                <w:rFonts w:ascii="Arial" w:hAnsi="Arial" w:cs="Arial-BoldMT"/>
                                <w:b/>
                                <w:bCs/>
                                <w:sz w:val="36"/>
                                <w:szCs w:val="36"/>
                              </w:rPr>
                              <w:t>This is to certify that</w:t>
                            </w:r>
                          </w:p>
                          <w:p w14:paraId="6BD08F3B" w14:textId="77777777" w:rsidR="008E0B95" w:rsidRPr="00F35FE5" w:rsidRDefault="0011284B" w:rsidP="008E0B95">
                            <w:pPr>
                              <w:pStyle w:val="BasicParagraph"/>
                              <w:pBdr>
                                <w:bottom w:val="single" w:sz="6" w:space="1" w:color="auto"/>
                              </w:pBdr>
                              <w:spacing w:before="170"/>
                              <w:jc w:val="center"/>
                              <w:rPr>
                                <w:rFonts w:ascii="Arial Bold" w:hAnsi="Arial Bold" w:cs="Arial-BoldMT"/>
                                <w:bCs/>
                                <w:color w:val="auto"/>
                                <w:sz w:val="60"/>
                                <w:szCs w:val="44"/>
                              </w:rPr>
                            </w:pPr>
                            <w:r>
                              <w:rPr>
                                <w:rFonts w:ascii="Arial Bold" w:hAnsi="Arial Bold" w:cs="Arial-BoldMT"/>
                                <w:bCs/>
                                <w:color w:val="auto"/>
                                <w:sz w:val="60"/>
                                <w:szCs w:val="44"/>
                              </w:rPr>
                              <w:t>XXXX</w:t>
                            </w:r>
                          </w:p>
                          <w:p w14:paraId="3B13B7C1" w14:textId="77777777" w:rsidR="00922A35" w:rsidRPr="00922A35" w:rsidRDefault="008E0B95" w:rsidP="00922A35">
                            <w:pPr>
                              <w:pStyle w:val="BasicParagraph"/>
                              <w:spacing w:before="300"/>
                              <w:jc w:val="center"/>
                              <w:rPr>
                                <w:rFonts w:ascii="Arial Bold" w:hAnsi="Arial Bold" w:cs="Arial-BoldMT"/>
                                <w:bCs/>
                                <w:sz w:val="32"/>
                                <w:szCs w:val="32"/>
                              </w:rPr>
                            </w:pPr>
                            <w:r w:rsidRPr="00922A35">
                              <w:rPr>
                                <w:rFonts w:ascii="Arial Bold" w:hAnsi="Arial Bold" w:cs="Arial-BoldMT"/>
                                <w:bCs/>
                                <w:sz w:val="32"/>
                                <w:szCs w:val="32"/>
                              </w:rPr>
                              <w:t xml:space="preserve">has </w:t>
                            </w:r>
                            <w:r w:rsidR="00922A35" w:rsidRPr="00922A35">
                              <w:rPr>
                                <w:rFonts w:ascii="Arial Bold" w:hAnsi="Arial Bold" w:cs="Arial-BoldMT"/>
                                <w:bCs/>
                                <w:sz w:val="32"/>
                                <w:szCs w:val="32"/>
                              </w:rPr>
                              <w:t xml:space="preserve">successfully </w:t>
                            </w:r>
                            <w:r w:rsidR="009D16F5" w:rsidRPr="00922A35">
                              <w:rPr>
                                <w:rFonts w:ascii="Arial Bold" w:hAnsi="Arial Bold" w:cs="Arial-BoldMT"/>
                                <w:bCs/>
                                <w:sz w:val="32"/>
                                <w:szCs w:val="32"/>
                              </w:rPr>
                              <w:t>completed</w:t>
                            </w:r>
                            <w:r w:rsidRPr="00922A35">
                              <w:rPr>
                                <w:rFonts w:ascii="Arial Bold" w:hAnsi="Arial Bold" w:cs="Arial-BoldMT"/>
                                <w:bCs/>
                                <w:sz w:val="32"/>
                                <w:szCs w:val="32"/>
                              </w:rPr>
                              <w:t xml:space="preserve"> the </w:t>
                            </w:r>
                          </w:p>
                          <w:p w14:paraId="7E7D418C" w14:textId="77777777" w:rsidR="00922A35" w:rsidRPr="00922A35" w:rsidRDefault="0011284B" w:rsidP="00922A35">
                            <w:pPr>
                              <w:pStyle w:val="BasicParagraph"/>
                              <w:spacing w:before="300"/>
                              <w:jc w:val="center"/>
                              <w:rPr>
                                <w:rFonts w:ascii="Arial Bold" w:hAnsi="Arial Bold" w:cs="Arial-BoldMT"/>
                                <w:bCs/>
                                <w:sz w:val="60"/>
                                <w:szCs w:val="60"/>
                              </w:rPr>
                            </w:pPr>
                            <w:r w:rsidRPr="00922A35">
                              <w:rPr>
                                <w:rFonts w:ascii="Arial Bold" w:hAnsi="Arial Bold" w:cs="Arial-BoldMT"/>
                                <w:bCs/>
                                <w:color w:val="C00000"/>
                                <w:sz w:val="60"/>
                                <w:szCs w:val="60"/>
                              </w:rPr>
                              <w:t>Three-day</w:t>
                            </w:r>
                            <w:r w:rsidR="00A55546" w:rsidRPr="00922A35">
                              <w:rPr>
                                <w:rFonts w:ascii="Arial Bold" w:hAnsi="Arial Bold" w:cs="Arial-BoldMT"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 Community Engagement and Accountability </w:t>
                            </w:r>
                            <w:r w:rsidR="00922A35">
                              <w:rPr>
                                <w:rFonts w:ascii="Arial Bold" w:hAnsi="Arial Bold" w:cs="Arial-BoldMT"/>
                                <w:bCs/>
                                <w:color w:val="C00000"/>
                                <w:sz w:val="60"/>
                                <w:szCs w:val="60"/>
                              </w:rPr>
                              <w:t xml:space="preserve">(CEA) </w:t>
                            </w:r>
                            <w:r w:rsidRPr="00922A35">
                              <w:rPr>
                                <w:rFonts w:ascii="Arial Bold" w:hAnsi="Arial Bold" w:cs="Arial-BoldMT"/>
                                <w:bCs/>
                                <w:color w:val="C00000"/>
                                <w:sz w:val="60"/>
                                <w:szCs w:val="60"/>
                              </w:rPr>
                              <w:t>Training</w:t>
                            </w:r>
                          </w:p>
                          <w:p w14:paraId="2648A148" w14:textId="77777777" w:rsidR="00B337B2" w:rsidRPr="00BC5DF6" w:rsidRDefault="00B337B2" w:rsidP="00BC5DF6">
                            <w:pPr>
                              <w:shd w:val="clear" w:color="auto" w:fill="FFFFFF"/>
                              <w:spacing w:line="360" w:lineRule="auto"/>
                              <w:jc w:val="center"/>
                              <w:rPr>
                                <w:rFonts w:ascii="Arial" w:eastAsia="Times New Roman" w:hAnsi="Arial" w:cs="Arial"/>
                                <w:color w:val="222222"/>
                                <w:sz w:val="22"/>
                                <w:szCs w:val="22"/>
                              </w:rPr>
                            </w:pPr>
                          </w:p>
                          <w:p w14:paraId="4B5FFFBA" w14:textId="77777777" w:rsidR="008E0B95" w:rsidRPr="000F2ECB" w:rsidRDefault="008E0B95" w:rsidP="008E0B95">
                            <w:pPr>
                              <w:pStyle w:val="BasicParagraph"/>
                              <w:pBdr>
                                <w:bottom w:val="single" w:sz="6" w:space="1" w:color="auto"/>
                              </w:pBdr>
                              <w:spacing w:before="57"/>
                              <w:jc w:val="center"/>
                              <w:rPr>
                                <w:rFonts w:ascii="Arial" w:hAnsi="Arial" w:cs="ArialMT"/>
                                <w:sz w:val="20"/>
                                <w:szCs w:val="20"/>
                              </w:rPr>
                            </w:pPr>
                          </w:p>
                          <w:p w14:paraId="3CE261BB" w14:textId="77777777" w:rsidR="008E0B95" w:rsidRPr="000F2ECB" w:rsidRDefault="008E0B95" w:rsidP="008E0B95">
                            <w:pPr>
                              <w:pStyle w:val="BasicParagraph"/>
                              <w:jc w:val="center"/>
                              <w:rPr>
                                <w:rFonts w:ascii="Arial" w:hAnsi="Arial" w:cs="Arial-ItalicMT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53CC10A2" w14:textId="77777777" w:rsidR="008E0B95" w:rsidRPr="000F2ECB" w:rsidRDefault="008E0B95" w:rsidP="002B1152">
                            <w:pPr>
                              <w:rPr>
                                <w:rFonts w:ascii="Arial" w:hAnsi="Arial"/>
                              </w:rPr>
                            </w:pPr>
                          </w:p>
                          <w:p w14:paraId="56A6FE8D" w14:textId="77777777" w:rsidR="008E0B95" w:rsidRDefault="008E0B95" w:rsidP="008E0B95"/>
                          <w:p w14:paraId="5F80500C" w14:textId="77777777" w:rsidR="008E0B95" w:rsidRDefault="008E0B95" w:rsidP="00F35FE5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D0650" id="_x0000_s1029" type="#_x0000_t202" style="position:absolute;margin-left:686.8pt;margin-top:-422.05pt;width:738pt;height:235.5pt;z-index:-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" filled="f" stroked="f">
                <v:path arrowok="t"/>
                <v:textbox inset=",7.2pt,,7.2pt">
                  <w:txbxContent>
                    <w:p w14:paraId="473C352B" w14:textId="77777777" w:rsidR="008E0B95" w:rsidRPr="00922A35" w:rsidRDefault="008E0B95" w:rsidP="008E0B95">
                      <w:pPr>
                        <w:pStyle w:val="BasicParagraph"/>
                        <w:jc w:val="center"/>
                        <w:rPr>
                          <w:rFonts w:ascii="Arial" w:hAnsi="Arial" w:cs="Arial-BoldMT"/>
                          <w:b/>
                          <w:bCs/>
                          <w:sz w:val="36"/>
                          <w:szCs w:val="36"/>
                        </w:rPr>
                      </w:pPr>
                      <w:r w:rsidRPr="00922A35">
                        <w:rPr>
                          <w:rFonts w:ascii="Arial" w:hAnsi="Arial" w:cs="Arial-BoldMT"/>
                          <w:b/>
                          <w:bCs/>
                          <w:sz w:val="36"/>
                          <w:szCs w:val="36"/>
                        </w:rPr>
                        <w:t>This is to certify that</w:t>
                      </w:r>
                    </w:p>
                    <w:p w14:paraId="6BD08F3B" w14:textId="77777777" w:rsidR="008E0B95" w:rsidRPr="00F35FE5" w:rsidRDefault="0011284B" w:rsidP="008E0B95">
                      <w:pPr>
                        <w:pStyle w:val="BasicParagraph"/>
                        <w:pBdr>
                          <w:bottom w:val="single" w:sz="6" w:space="1" w:color="auto"/>
                        </w:pBdr>
                        <w:spacing w:before="170"/>
                        <w:jc w:val="center"/>
                        <w:rPr>
                          <w:rFonts w:ascii="Arial Bold" w:hAnsi="Arial Bold" w:cs="Arial-BoldMT"/>
                          <w:bCs/>
                          <w:color w:val="auto"/>
                          <w:sz w:val="60"/>
                          <w:szCs w:val="44"/>
                        </w:rPr>
                      </w:pPr>
                      <w:r>
                        <w:rPr>
                          <w:rFonts w:ascii="Arial Bold" w:hAnsi="Arial Bold" w:cs="Arial-BoldMT"/>
                          <w:bCs/>
                          <w:color w:val="auto"/>
                          <w:sz w:val="60"/>
                          <w:szCs w:val="44"/>
                        </w:rPr>
                        <w:t>XXXX</w:t>
                      </w:r>
                    </w:p>
                    <w:p w14:paraId="3B13B7C1" w14:textId="77777777" w:rsidR="00922A35" w:rsidRPr="00922A35" w:rsidRDefault="008E0B95" w:rsidP="00922A35">
                      <w:pPr>
                        <w:pStyle w:val="BasicParagraph"/>
                        <w:spacing w:before="300"/>
                        <w:jc w:val="center"/>
                        <w:rPr>
                          <w:rFonts w:ascii="Arial Bold" w:hAnsi="Arial Bold" w:cs="Arial-BoldMT"/>
                          <w:bCs/>
                          <w:sz w:val="32"/>
                          <w:szCs w:val="32"/>
                        </w:rPr>
                      </w:pPr>
                      <w:r w:rsidRPr="00922A35">
                        <w:rPr>
                          <w:rFonts w:ascii="Arial Bold" w:hAnsi="Arial Bold" w:cs="Arial-BoldMT"/>
                          <w:bCs/>
                          <w:sz w:val="32"/>
                          <w:szCs w:val="32"/>
                        </w:rPr>
                        <w:t xml:space="preserve">has </w:t>
                      </w:r>
                      <w:r w:rsidR="00922A35" w:rsidRPr="00922A35">
                        <w:rPr>
                          <w:rFonts w:ascii="Arial Bold" w:hAnsi="Arial Bold" w:cs="Arial-BoldMT"/>
                          <w:bCs/>
                          <w:sz w:val="32"/>
                          <w:szCs w:val="32"/>
                        </w:rPr>
                        <w:t xml:space="preserve">successfully </w:t>
                      </w:r>
                      <w:r w:rsidR="009D16F5" w:rsidRPr="00922A35">
                        <w:rPr>
                          <w:rFonts w:ascii="Arial Bold" w:hAnsi="Arial Bold" w:cs="Arial-BoldMT"/>
                          <w:bCs/>
                          <w:sz w:val="32"/>
                          <w:szCs w:val="32"/>
                        </w:rPr>
                        <w:t>completed</w:t>
                      </w:r>
                      <w:r w:rsidRPr="00922A35">
                        <w:rPr>
                          <w:rFonts w:ascii="Arial Bold" w:hAnsi="Arial Bold" w:cs="Arial-BoldMT"/>
                          <w:bCs/>
                          <w:sz w:val="32"/>
                          <w:szCs w:val="32"/>
                        </w:rPr>
                        <w:t xml:space="preserve"> the </w:t>
                      </w:r>
                    </w:p>
                    <w:p w14:paraId="7E7D418C" w14:textId="77777777" w:rsidR="00922A35" w:rsidRPr="00922A35" w:rsidRDefault="0011284B" w:rsidP="00922A35">
                      <w:pPr>
                        <w:pStyle w:val="BasicParagraph"/>
                        <w:spacing w:before="300"/>
                        <w:jc w:val="center"/>
                        <w:rPr>
                          <w:rFonts w:ascii="Arial Bold" w:hAnsi="Arial Bold" w:cs="Arial-BoldMT"/>
                          <w:bCs/>
                          <w:sz w:val="60"/>
                          <w:szCs w:val="60"/>
                        </w:rPr>
                      </w:pPr>
                      <w:r w:rsidRPr="00922A35">
                        <w:rPr>
                          <w:rFonts w:ascii="Arial Bold" w:hAnsi="Arial Bold" w:cs="Arial-BoldMT"/>
                          <w:bCs/>
                          <w:color w:val="C00000"/>
                          <w:sz w:val="60"/>
                          <w:szCs w:val="60"/>
                        </w:rPr>
                        <w:t>Three-day</w:t>
                      </w:r>
                      <w:r w:rsidR="00A55546" w:rsidRPr="00922A35">
                        <w:rPr>
                          <w:rFonts w:ascii="Arial Bold" w:hAnsi="Arial Bold" w:cs="Arial-BoldMT"/>
                          <w:bCs/>
                          <w:color w:val="C00000"/>
                          <w:sz w:val="60"/>
                          <w:szCs w:val="60"/>
                        </w:rPr>
                        <w:t xml:space="preserve"> Community Engagement and Accountability </w:t>
                      </w:r>
                      <w:r w:rsidR="00922A35">
                        <w:rPr>
                          <w:rFonts w:ascii="Arial Bold" w:hAnsi="Arial Bold" w:cs="Arial-BoldMT"/>
                          <w:bCs/>
                          <w:color w:val="C00000"/>
                          <w:sz w:val="60"/>
                          <w:szCs w:val="60"/>
                        </w:rPr>
                        <w:t xml:space="preserve">(CEA) </w:t>
                      </w:r>
                      <w:r w:rsidRPr="00922A35">
                        <w:rPr>
                          <w:rFonts w:ascii="Arial Bold" w:hAnsi="Arial Bold" w:cs="Arial-BoldMT"/>
                          <w:bCs/>
                          <w:color w:val="C00000"/>
                          <w:sz w:val="60"/>
                          <w:szCs w:val="60"/>
                        </w:rPr>
                        <w:t>Training</w:t>
                      </w:r>
                    </w:p>
                    <w:p w14:paraId="2648A148" w14:textId="77777777" w:rsidR="00B337B2" w:rsidRPr="00BC5DF6" w:rsidRDefault="00B337B2" w:rsidP="00BC5DF6">
                      <w:pPr>
                        <w:shd w:val="clear" w:color="auto" w:fill="FFFFFF"/>
                        <w:spacing w:line="360" w:lineRule="auto"/>
                        <w:jc w:val="center"/>
                        <w:rPr>
                          <w:rFonts w:ascii="Arial" w:eastAsia="Times New Roman" w:hAnsi="Arial" w:cs="Arial"/>
                          <w:color w:val="222222"/>
                          <w:sz w:val="22"/>
                          <w:szCs w:val="22"/>
                        </w:rPr>
                      </w:pPr>
                    </w:p>
                    <w:p w14:paraId="4B5FFFBA" w14:textId="77777777" w:rsidR="008E0B95" w:rsidRPr="000F2ECB" w:rsidRDefault="008E0B95" w:rsidP="008E0B95">
                      <w:pPr>
                        <w:pStyle w:val="BasicParagraph"/>
                        <w:pBdr>
                          <w:bottom w:val="single" w:sz="6" w:space="1" w:color="auto"/>
                        </w:pBdr>
                        <w:spacing w:before="57"/>
                        <w:jc w:val="center"/>
                        <w:rPr>
                          <w:rFonts w:ascii="Arial" w:hAnsi="Arial" w:cs="ArialMT"/>
                          <w:sz w:val="20"/>
                          <w:szCs w:val="20"/>
                        </w:rPr>
                      </w:pPr>
                    </w:p>
                    <w:p w14:paraId="3CE261BB" w14:textId="77777777" w:rsidR="008E0B95" w:rsidRPr="000F2ECB" w:rsidRDefault="008E0B95" w:rsidP="008E0B95">
                      <w:pPr>
                        <w:pStyle w:val="BasicParagraph"/>
                        <w:jc w:val="center"/>
                        <w:rPr>
                          <w:rFonts w:ascii="Arial" w:hAnsi="Arial" w:cs="Arial-ItalicMT"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53CC10A2" w14:textId="77777777" w:rsidR="008E0B95" w:rsidRPr="000F2ECB" w:rsidRDefault="008E0B95" w:rsidP="002B1152">
                      <w:pPr>
                        <w:rPr>
                          <w:rFonts w:ascii="Arial" w:hAnsi="Arial"/>
                        </w:rPr>
                      </w:pPr>
                    </w:p>
                    <w:p w14:paraId="56A6FE8D" w14:textId="77777777" w:rsidR="008E0B95" w:rsidRDefault="008E0B95" w:rsidP="008E0B95"/>
                    <w:p w14:paraId="5F80500C" w14:textId="77777777" w:rsidR="008E0B95" w:rsidRDefault="008E0B95" w:rsidP="00F35FE5"/>
                  </w:txbxContent>
                </v:textbox>
                <w10:wrap anchorx="margin"/>
              </v:shape>
            </w:pict>
          </mc:Fallback>
        </mc:AlternateContent>
      </w:r>
      <w:r w:rsidR="00D50B4B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7AFC98" wp14:editId="37390738">
                <wp:simplePos x="0" y="0"/>
                <wp:positionH relativeFrom="column">
                  <wp:posOffset>5898515</wp:posOffset>
                </wp:positionH>
                <wp:positionV relativeFrom="paragraph">
                  <wp:posOffset>6217920</wp:posOffset>
                </wp:positionV>
                <wp:extent cx="2933700" cy="1579880"/>
                <wp:effectExtent l="0" t="0" r="0" b="0"/>
                <wp:wrapNone/>
                <wp:docPr id="3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33700" cy="157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32C93" w14:textId="77777777" w:rsidR="002B1152" w:rsidRDefault="002B1152" w:rsidP="002B1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41FB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Beat Schweizer</w:t>
                            </w:r>
                          </w:p>
                          <w:p w14:paraId="5A51A977" w14:textId="77777777" w:rsidR="002B1152" w:rsidRDefault="002B1152" w:rsidP="002B1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9DF1E90" w14:textId="77777777" w:rsidR="002B1152" w:rsidRDefault="002B1152" w:rsidP="002B1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FA4361B" w14:textId="77777777" w:rsidR="002B1152" w:rsidRDefault="002B1152" w:rsidP="002B115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9BC81B2" w14:textId="77777777" w:rsidR="002B1152" w:rsidRDefault="002B1152" w:rsidP="002B115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Head of regional delegation</w:t>
                            </w:r>
                          </w:p>
                          <w:p w14:paraId="7FC88C56" w14:textId="77777777" w:rsidR="002B1152" w:rsidRPr="00641FBE" w:rsidRDefault="002B1152" w:rsidP="002B115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ICRC Asia Pacific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AFC98" id="Text Box 13" o:spid="_x0000_s1030" type="#_x0000_t202" style="position:absolute;margin-left:464.45pt;margin-top:489.6pt;width:231pt;height:12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" filled="f" stroked="f">
                <v:path arrowok="t"/>
                <v:textbox inset=",7.2pt,,7.2pt">
                  <w:txbxContent>
                    <w:p w14:paraId="03832C93" w14:textId="77777777" w:rsidR="002B1152" w:rsidRDefault="002B1152" w:rsidP="002B115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641FBE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Beat Schweizer</w:t>
                      </w:r>
                    </w:p>
                    <w:p w14:paraId="5A51A977" w14:textId="77777777" w:rsidR="002B1152" w:rsidRDefault="002B1152" w:rsidP="002B115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09DF1E90" w14:textId="77777777" w:rsidR="002B1152" w:rsidRDefault="002B1152" w:rsidP="002B115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4FA4361B" w14:textId="77777777" w:rsidR="002B1152" w:rsidRDefault="002B1152" w:rsidP="002B115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14:paraId="69BC81B2" w14:textId="77777777" w:rsidR="002B1152" w:rsidRDefault="002B1152" w:rsidP="002B115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Head of regional delegation</w:t>
                      </w:r>
                    </w:p>
                    <w:p w14:paraId="7FC88C56" w14:textId="77777777" w:rsidR="002B1152" w:rsidRPr="00641FBE" w:rsidRDefault="002B1152" w:rsidP="002B115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ICRC Asia Pacific</w:t>
                      </w:r>
                    </w:p>
                  </w:txbxContent>
                </v:textbox>
              </v:shape>
            </w:pict>
          </mc:Fallback>
        </mc:AlternateContent>
      </w:r>
      <w:r w:rsidR="00D50B4B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D6CB6F" wp14:editId="48471DDE">
                <wp:simplePos x="0" y="0"/>
                <wp:positionH relativeFrom="column">
                  <wp:posOffset>1840230</wp:posOffset>
                </wp:positionH>
                <wp:positionV relativeFrom="paragraph">
                  <wp:posOffset>6205220</wp:posOffset>
                </wp:positionV>
                <wp:extent cx="3039745" cy="1531620"/>
                <wp:effectExtent l="0" t="0" r="0" b="0"/>
                <wp:wrapNone/>
                <wp:docPr id="3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39745" cy="153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758A6" w14:textId="77777777" w:rsidR="00F35FE5" w:rsidRPr="00165425" w:rsidRDefault="00F35FE5" w:rsidP="00F35F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16542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Xavier Castellanos</w:t>
                            </w:r>
                          </w:p>
                          <w:p w14:paraId="77A0937F" w14:textId="77777777" w:rsidR="00F35FE5" w:rsidRDefault="00F35FE5" w:rsidP="00F35FE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66475C01" w14:textId="77777777" w:rsidR="00F35FE5" w:rsidRDefault="00F35FE5" w:rsidP="00F35FE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5AA18FB8" w14:textId="77777777" w:rsidR="00F35FE5" w:rsidRPr="00641FBE" w:rsidRDefault="00F35FE5" w:rsidP="00F35FE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03135B44" w14:textId="77777777" w:rsidR="00F35FE5" w:rsidRPr="00641FBE" w:rsidRDefault="00F35FE5" w:rsidP="00F35FE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41F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Director of regional office</w:t>
                            </w:r>
                          </w:p>
                          <w:p w14:paraId="18A0F5E1" w14:textId="77777777" w:rsidR="00F35FE5" w:rsidRPr="00641FBE" w:rsidRDefault="00F35FE5" w:rsidP="00F35FE5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41F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IFRC Asia Pacific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6CB6F" id="Text Box 14" o:spid="_x0000_s1031" type="#_x0000_t202" style="position:absolute;margin-left:144.9pt;margin-top:488.6pt;width:239.35pt;height:120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" filled="f" stroked="f">
                <v:path arrowok="t"/>
                <v:textbox inset=",7.2pt,,7.2pt">
                  <w:txbxContent>
                    <w:p w14:paraId="21C758A6" w14:textId="77777777" w:rsidR="00F35FE5" w:rsidRPr="00165425" w:rsidRDefault="00F35FE5" w:rsidP="00F35FE5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 w:rsidRPr="0016542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Xavier Castellanos</w:t>
                      </w:r>
                    </w:p>
                    <w:p w14:paraId="77A0937F" w14:textId="77777777" w:rsidR="00F35FE5" w:rsidRDefault="00F35FE5" w:rsidP="00F35FE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66475C01" w14:textId="77777777" w:rsidR="00F35FE5" w:rsidRDefault="00F35FE5" w:rsidP="00F35FE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5AA18FB8" w14:textId="77777777" w:rsidR="00F35FE5" w:rsidRPr="00641FBE" w:rsidRDefault="00F35FE5" w:rsidP="00F35FE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03135B44" w14:textId="77777777" w:rsidR="00F35FE5" w:rsidRPr="00641FBE" w:rsidRDefault="00F35FE5" w:rsidP="00F35FE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41FBE">
                        <w:rPr>
                          <w:rFonts w:ascii="Arial" w:hAnsi="Arial" w:cs="Arial"/>
                          <w:sz w:val="28"/>
                          <w:szCs w:val="28"/>
                        </w:rPr>
                        <w:t>Director of regional office</w:t>
                      </w:r>
                    </w:p>
                    <w:p w14:paraId="18A0F5E1" w14:textId="77777777" w:rsidR="00F35FE5" w:rsidRPr="00641FBE" w:rsidRDefault="00F35FE5" w:rsidP="00F35FE5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41FBE">
                        <w:rPr>
                          <w:rFonts w:ascii="Arial" w:hAnsi="Arial" w:cs="Arial"/>
                          <w:sz w:val="28"/>
                          <w:szCs w:val="28"/>
                        </w:rPr>
                        <w:t>IFRC Asia Pacific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6376" w:rsidRPr="00BC5DF6" w:rsidSect="00A4008A">
      <w:headerReference w:type="first" r:id="rId8"/>
      <w:pgSz w:w="16838" w:h="11899" w:orient="landscape"/>
      <w:pgMar w:top="3402" w:right="1440" w:bottom="1559" w:left="1440" w:header="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334E3" w14:textId="77777777" w:rsidR="00D51459" w:rsidRDefault="00D51459">
      <w:r>
        <w:separator/>
      </w:r>
    </w:p>
  </w:endnote>
  <w:endnote w:type="continuationSeparator" w:id="0">
    <w:p w14:paraId="2B8EF5BF" w14:textId="77777777" w:rsidR="00D51459" w:rsidRDefault="00D5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50000000002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Arial-BoldMT">
    <w:altName w:val="Arial Bold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-ItalicMT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AEDAD" w14:textId="77777777" w:rsidR="00D51459" w:rsidRDefault="00D51459">
      <w:r>
        <w:separator/>
      </w:r>
    </w:p>
  </w:footnote>
  <w:footnote w:type="continuationSeparator" w:id="0">
    <w:p w14:paraId="7035D867" w14:textId="77777777" w:rsidR="00D51459" w:rsidRDefault="00D51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5AC2" w14:textId="7B1EE283" w:rsidR="008E0B95" w:rsidRDefault="00D50B4B" w:rsidP="00922A35">
    <w:pPr>
      <w:pStyle w:val="Header"/>
      <w:tabs>
        <w:tab w:val="clear" w:pos="4320"/>
        <w:tab w:val="clear" w:pos="8640"/>
        <w:tab w:val="left" w:pos="11370"/>
      </w:tabs>
      <w:ind w:left="-540" w:hanging="90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E304BD" wp14:editId="0727A606">
              <wp:simplePos x="0" y="0"/>
              <wp:positionH relativeFrom="margin">
                <wp:posOffset>-609301</wp:posOffset>
              </wp:positionH>
              <wp:positionV relativeFrom="paragraph">
                <wp:posOffset>361689</wp:posOffset>
              </wp:positionV>
              <wp:extent cx="9971405" cy="6767830"/>
              <wp:effectExtent l="12700" t="12700" r="10795" b="13970"/>
              <wp:wrapTight wrapText="bothSides">
                <wp:wrapPolygon edited="0">
                  <wp:start x="-28" y="-41"/>
                  <wp:lineTo x="-28" y="21604"/>
                  <wp:lineTo x="21596" y="21604"/>
                  <wp:lineTo x="21596" y="-41"/>
                  <wp:lineTo x="-28" y="-41"/>
                </wp:wrapPolygon>
              </wp:wrapTight>
              <wp:docPr id="4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971405" cy="676783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gradFill rotWithShape="0">
                              <a:gsLst>
                                <a:gs pos="0">
                                  <a:srgbClr val="9BC1FF"/>
                                </a:gs>
                                <a:gs pos="100000">
                                  <a:srgbClr val="3F80CD"/>
                                </a:gs>
                              </a:gsLst>
                              <a:lin ang="5400000"/>
                            </a:gra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F6D4E7" id="Rectangle 8" o:spid="_x0000_s1026" style="position:absolute;margin-left:-48pt;margin-top:28.5pt;width:785.15pt;height:532.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" filled="f" fillcolor="#9bc1ff" strokecolor="red" strokeweight="2pt">
              <v:fill color2="#3f80cd" focus="100%" type="gradient">
                <o:fill v:ext="view" type="gradientUnscaled"/>
              </v:fill>
              <v:shadow opacity="22938f" offset="0"/>
              <v:path arrowok="t"/>
              <v:textbox inset=",7.2pt,,7.2pt"/>
              <w10:wrap type="tight" anchorx="margin"/>
            </v:rect>
          </w:pict>
        </mc:Fallback>
      </mc:AlternateContent>
    </w:r>
    <w:r>
      <w:rPr>
        <w:rFonts w:ascii="Montserrat" w:eastAsia="Montserrat" w:hAnsi="Montserrat" w:cs="Montserrat"/>
        <w:b/>
        <w:noProof/>
        <w:color w:val="000000"/>
        <w:sz w:val="21"/>
        <w:szCs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D87A93" wp14:editId="5E186787">
              <wp:simplePos x="0" y="0"/>
              <wp:positionH relativeFrom="column">
                <wp:posOffset>7808259</wp:posOffset>
              </wp:positionH>
              <wp:positionV relativeFrom="paragraph">
                <wp:posOffset>645459</wp:posOffset>
              </wp:positionV>
              <wp:extent cx="1313329" cy="1075279"/>
              <wp:effectExtent l="0" t="0" r="7620" b="1714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13329" cy="1075279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solidFill>
                          <a:schemeClr val="bg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372AD8" w14:textId="1BA028A5" w:rsidR="00D50B4B" w:rsidRPr="00D50B4B" w:rsidRDefault="00D50B4B" w:rsidP="00D50B4B">
                          <w:pPr>
                            <w:jc w:val="center"/>
                            <w:rPr>
                              <w:rFonts w:ascii="Open Sans" w:hAnsi="Open Sans" w:cs="Open Sans"/>
                              <w:color w:val="000000" w:themeColor="text1"/>
                              <w:lang w:val="en-GB"/>
                            </w:rPr>
                          </w:pPr>
                          <w:r w:rsidRPr="00D50B4B">
                            <w:rPr>
                              <w:rFonts w:ascii="Open Sans" w:hAnsi="Open Sans" w:cs="Open Sans"/>
                              <w:color w:val="000000" w:themeColor="text1"/>
                              <w:lang w:val="en-GB"/>
                            </w:rPr>
                            <w:t>Add National Society logo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D87A93" id="Rectangle 9" o:spid="_x0000_s1032" style="position:absolute;left:0;text-align:left;margin-left:614.8pt;margin-top:50.8pt;width:103.4pt;height:8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" fillcolor="#e7e6e6 [3214]" strokecolor="#e7e6e6 [3214]" strokeweight="1pt">
              <v:textbox>
                <w:txbxContent>
                  <w:p w14:paraId="39372AD8" w14:textId="1BA028A5" w:rsidR="00D50B4B" w:rsidRPr="00D50B4B" w:rsidRDefault="00D50B4B" w:rsidP="00D50B4B">
                    <w:pPr>
                      <w:jc w:val="center"/>
                      <w:rPr>
                        <w:rFonts w:ascii="Open Sans" w:hAnsi="Open Sans" w:cs="Open Sans"/>
                        <w:color w:val="000000" w:themeColor="text1"/>
                        <w:lang w:val="en-GB"/>
                      </w:rPr>
                    </w:pPr>
                    <w:r w:rsidRPr="00D50B4B">
                      <w:rPr>
                        <w:rFonts w:ascii="Open Sans" w:hAnsi="Open Sans" w:cs="Open Sans"/>
                        <w:color w:val="000000" w:themeColor="text1"/>
                        <w:lang w:val="en-GB"/>
                      </w:rPr>
                      <w:t>Add National Society logo here</w:t>
                    </w:r>
                  </w:p>
                </w:txbxContent>
              </v:textbox>
            </v:rect>
          </w:pict>
        </mc:Fallback>
      </mc:AlternateContent>
    </w:r>
    <w:r w:rsidRPr="00E16AB4">
      <w:rPr>
        <w:rFonts w:ascii="Montserrat" w:eastAsia="Montserrat" w:hAnsi="Montserrat" w:cs="Montserrat"/>
        <w:b/>
        <w:noProof/>
        <w:color w:val="000000"/>
        <w:sz w:val="21"/>
        <w:szCs w:val="21"/>
      </w:rPr>
      <w:drawing>
        <wp:anchor distT="0" distB="0" distL="114300" distR="114300" simplePos="0" relativeHeight="251661312" behindDoc="1" locked="0" layoutInCell="1" allowOverlap="1" wp14:anchorId="74D4B9D3" wp14:editId="3320BF3B">
          <wp:simplePos x="0" y="0"/>
          <wp:positionH relativeFrom="column">
            <wp:posOffset>-457499</wp:posOffset>
          </wp:positionH>
          <wp:positionV relativeFrom="paragraph">
            <wp:posOffset>519916</wp:posOffset>
          </wp:positionV>
          <wp:extent cx="2452370" cy="1200785"/>
          <wp:effectExtent l="0" t="0" r="0" b="0"/>
          <wp:wrapSquare wrapText="bothSides"/>
          <wp:docPr id="5" name="Picture 5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1200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2A3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144CE"/>
    <w:multiLevelType w:val="hybridMultilevel"/>
    <w:tmpl w:val="B1DA947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 fill="f" fillcolor="white" stroke="f">
      <v:fill color="white" on="f"/>
      <v:stroke on="f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9C"/>
    <w:rsid w:val="0007495E"/>
    <w:rsid w:val="000B2FC2"/>
    <w:rsid w:val="000F2ECB"/>
    <w:rsid w:val="0011284B"/>
    <w:rsid w:val="0025605F"/>
    <w:rsid w:val="002763E9"/>
    <w:rsid w:val="002B1152"/>
    <w:rsid w:val="002B3CBA"/>
    <w:rsid w:val="00414C3A"/>
    <w:rsid w:val="00416376"/>
    <w:rsid w:val="00497C9D"/>
    <w:rsid w:val="004D3252"/>
    <w:rsid w:val="004D3932"/>
    <w:rsid w:val="005074AC"/>
    <w:rsid w:val="00583AB5"/>
    <w:rsid w:val="005D1B83"/>
    <w:rsid w:val="005E246A"/>
    <w:rsid w:val="005F4965"/>
    <w:rsid w:val="006111A3"/>
    <w:rsid w:val="00701E2A"/>
    <w:rsid w:val="00722634"/>
    <w:rsid w:val="00735C4A"/>
    <w:rsid w:val="00737BAB"/>
    <w:rsid w:val="0074616D"/>
    <w:rsid w:val="008670F9"/>
    <w:rsid w:val="008E0B95"/>
    <w:rsid w:val="00922A35"/>
    <w:rsid w:val="00935B43"/>
    <w:rsid w:val="009D16F5"/>
    <w:rsid w:val="00A4008A"/>
    <w:rsid w:val="00A45E40"/>
    <w:rsid w:val="00A55546"/>
    <w:rsid w:val="00AF5DB2"/>
    <w:rsid w:val="00AF60E9"/>
    <w:rsid w:val="00B3319C"/>
    <w:rsid w:val="00B337B2"/>
    <w:rsid w:val="00BC5DF6"/>
    <w:rsid w:val="00C424E6"/>
    <w:rsid w:val="00C530EE"/>
    <w:rsid w:val="00D37F56"/>
    <w:rsid w:val="00D50B4B"/>
    <w:rsid w:val="00D51459"/>
    <w:rsid w:val="00EE2B8E"/>
    <w:rsid w:val="00F35FE5"/>
    <w:rsid w:val="00FE31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  <v:textbox inset=",7.2pt,,7.2pt"/>
    </o:shapedefaults>
    <o:shapelayout v:ext="edit">
      <o:idmap v:ext="edit" data="2"/>
    </o:shapelayout>
  </w:shapeDefaults>
  <w:decimalSymbol w:val="."/>
  <w:listSeparator w:val=","/>
  <w14:docId w14:val="77619EF8"/>
  <w15:docId w15:val="{B7A181A6-5BD8-2349-A6D8-97EA389B3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0B9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61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16D"/>
  </w:style>
  <w:style w:type="paragraph" w:styleId="Footer">
    <w:name w:val="footer"/>
    <w:basedOn w:val="Normal"/>
    <w:link w:val="FooterChar"/>
    <w:uiPriority w:val="99"/>
    <w:unhideWhenUsed/>
    <w:rsid w:val="007461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16D"/>
  </w:style>
  <w:style w:type="paragraph" w:customStyle="1" w:styleId="BasicParagraph">
    <w:name w:val="[Basic Paragraph]"/>
    <w:basedOn w:val="Normal"/>
    <w:uiPriority w:val="99"/>
    <w:rsid w:val="000F2E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/>
    </w:rPr>
  </w:style>
  <w:style w:type="paragraph" w:customStyle="1" w:styleId="Default">
    <w:name w:val="Default"/>
    <w:rsid w:val="00A5554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867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8670F9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EE2B8E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rsid w:val="0011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1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2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Isabel.Low\Dropbox\BANGKOK%20CEA%20training%2018-21%20May%20(1)\Training%20Certificates\CEA%20Training%20Certifica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5DD4CD-A424-4A84-A0E9-CAE12AB178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E5886E-9149-47F6-BAA9-AE5D79470526}"/>
</file>

<file path=customXml/itemProps3.xml><?xml version="1.0" encoding="utf-8"?>
<ds:datastoreItem xmlns:ds="http://schemas.openxmlformats.org/officeDocument/2006/customXml" ds:itemID="{BE1A3E88-5755-4B30-89FC-E1B59B40C41E}"/>
</file>

<file path=customXml/itemProps4.xml><?xml version="1.0" encoding="utf-8"?>
<ds:datastoreItem xmlns:ds="http://schemas.openxmlformats.org/officeDocument/2006/customXml" ds:itemID="{8340D41E-5D74-4681-A5BE-447614CA8124}"/>
</file>

<file path=docProps/app.xml><?xml version="1.0" encoding="utf-8"?>
<Properties xmlns="http://schemas.openxmlformats.org/officeDocument/2006/extended-properties" xmlns:vt="http://schemas.openxmlformats.org/officeDocument/2006/docPropsVTypes">
  <Template>D:\Users\Isabel.Low\Dropbox\BANGKOK CEA training 18-21 May (1)\Training Certificates\CEA Training Certificate Template.dot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LOW</dc:creator>
  <cp:keywords/>
  <cp:lastModifiedBy>Sharon Reader</cp:lastModifiedBy>
  <cp:revision>2</cp:revision>
  <cp:lastPrinted>2017-11-21T08:30:00Z</cp:lastPrinted>
  <dcterms:created xsi:type="dcterms:W3CDTF">2022-06-06T11:13:00Z</dcterms:created>
  <dcterms:modified xsi:type="dcterms:W3CDTF">2022-06-06T11:13:00Z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</Properties>
</file>